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D0DAF8" w14:textId="77777777" w:rsidR="000C26EE" w:rsidRPr="007A5F1E" w:rsidRDefault="000C26EE" w:rsidP="000C26EE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New s</w:t>
      </w:r>
      <w:r w:rsidRPr="007A5F1E">
        <w:rPr>
          <w:rFonts w:asciiTheme="minorHAnsi" w:hAnsiTheme="minorHAnsi" w:cstheme="minorHAnsi"/>
          <w:b/>
          <w:sz w:val="28"/>
          <w:szCs w:val="28"/>
        </w:rPr>
        <w:t xml:space="preserve">ervice pipe consent form </w:t>
      </w:r>
    </w:p>
    <w:p w14:paraId="4A6D3D5A" w14:textId="77777777" w:rsidR="000C26EE" w:rsidRPr="00B37849" w:rsidRDefault="000C26EE" w:rsidP="000C26EE">
      <w:pPr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(Scotland)</w:t>
      </w:r>
    </w:p>
    <w:p w14:paraId="5BD776B1" w14:textId="77777777" w:rsidR="000C26EE" w:rsidRPr="00887860" w:rsidRDefault="000C26EE" w:rsidP="000C26EE">
      <w:pPr>
        <w:jc w:val="center"/>
        <w:rPr>
          <w:rFonts w:asciiTheme="minorHAnsi" w:hAnsiTheme="minorHAnsi" w:cstheme="minorHAnsi"/>
          <w:b/>
          <w:u w:val="single"/>
        </w:rPr>
      </w:pPr>
    </w:p>
    <w:p w14:paraId="73F14BB3" w14:textId="77777777" w:rsidR="000C26EE" w:rsidRDefault="000C26EE" w:rsidP="000C26EE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 xml:space="preserve">In order to complete your work, we </w:t>
      </w:r>
      <w:r>
        <w:rPr>
          <w:rFonts w:asciiTheme="minorHAnsi" w:hAnsiTheme="minorHAnsi" w:cstheme="minorHAnsi"/>
          <w:sz w:val="22"/>
          <w:szCs w:val="22"/>
        </w:rPr>
        <w:t>need</w:t>
      </w:r>
      <w:r w:rsidRPr="00B37849">
        <w:rPr>
          <w:rFonts w:asciiTheme="minorHAnsi" w:hAnsiTheme="minorHAnsi" w:cstheme="minorHAnsi"/>
          <w:sz w:val="22"/>
          <w:szCs w:val="22"/>
        </w:rPr>
        <w:t xml:space="preserve"> consent from the third party landowner to lay the </w:t>
      </w:r>
      <w:r w:rsidRPr="00892411">
        <w:rPr>
          <w:rFonts w:asciiTheme="minorHAnsi" w:hAnsiTheme="minorHAnsi" w:cstheme="minorHAnsi"/>
          <w:sz w:val="22"/>
          <w:szCs w:val="22"/>
        </w:rPr>
        <w:t xml:space="preserve">new </w:t>
      </w:r>
      <w:r w:rsidRPr="00DD6013">
        <w:rPr>
          <w:rFonts w:asciiTheme="minorHAnsi" w:hAnsiTheme="minorHAnsi" w:cstheme="minorHAnsi"/>
          <w:sz w:val="22"/>
          <w:szCs w:val="22"/>
        </w:rPr>
        <w:t>service pipe and/or meter box through/on their land/property,</w:t>
      </w:r>
      <w:r>
        <w:rPr>
          <w:rFonts w:asciiTheme="minorHAnsi" w:hAnsiTheme="minorHAnsi" w:cstheme="minorHAnsi"/>
          <w:sz w:val="22"/>
          <w:szCs w:val="22"/>
        </w:rPr>
        <w:t xml:space="preserve"> and we can’t go ahead w</w:t>
      </w:r>
      <w:r w:rsidRPr="00B37849">
        <w:rPr>
          <w:rFonts w:asciiTheme="minorHAnsi" w:hAnsiTheme="minorHAnsi" w:cstheme="minorHAnsi"/>
          <w:sz w:val="22"/>
          <w:szCs w:val="22"/>
        </w:rPr>
        <w:t xml:space="preserve">ithout </w:t>
      </w:r>
      <w:r>
        <w:rPr>
          <w:rFonts w:asciiTheme="minorHAnsi" w:hAnsiTheme="minorHAnsi" w:cstheme="minorHAnsi"/>
          <w:sz w:val="22"/>
          <w:szCs w:val="22"/>
        </w:rPr>
        <w:t xml:space="preserve">it. Please ask the landowner to fill in their details below, then sign and date it in front of a witness who should also add their signature, occupation and address. </w:t>
      </w:r>
      <w:r w:rsidR="00582ECD">
        <w:rPr>
          <w:rFonts w:asciiTheme="minorHAnsi" w:hAnsiTheme="minorHAnsi" w:cstheme="minorHAnsi"/>
          <w:sz w:val="22"/>
          <w:szCs w:val="22"/>
        </w:rPr>
        <w:t>Please note that the witness should not be a relative and must be at least 18 years of age.</w:t>
      </w:r>
    </w:p>
    <w:p w14:paraId="0AF20558" w14:textId="77777777" w:rsidR="000C26EE" w:rsidRDefault="000C26EE" w:rsidP="000C26EE">
      <w:pPr>
        <w:rPr>
          <w:rFonts w:asciiTheme="minorHAnsi" w:hAnsiTheme="minorHAnsi" w:cstheme="minorHAnsi"/>
          <w:sz w:val="22"/>
          <w:szCs w:val="22"/>
        </w:rPr>
      </w:pPr>
    </w:p>
    <w:p w14:paraId="5157D61C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 xml:space="preserve">Please return </w:t>
      </w:r>
      <w:r>
        <w:rPr>
          <w:rFonts w:asciiTheme="minorHAnsi" w:hAnsiTheme="minorHAnsi" w:cstheme="minorHAnsi"/>
          <w:sz w:val="22"/>
          <w:szCs w:val="22"/>
        </w:rPr>
        <w:t>the consent</w:t>
      </w:r>
      <w:r w:rsidRPr="00B37849">
        <w:rPr>
          <w:rFonts w:asciiTheme="minorHAnsi" w:hAnsiTheme="minorHAnsi" w:cstheme="minorHAnsi"/>
          <w:sz w:val="22"/>
          <w:szCs w:val="22"/>
        </w:rPr>
        <w:t xml:space="preserve"> with your </w:t>
      </w:r>
      <w:r>
        <w:rPr>
          <w:rFonts w:asciiTheme="minorHAnsi" w:hAnsiTheme="minorHAnsi" w:cstheme="minorHAnsi"/>
          <w:sz w:val="22"/>
          <w:szCs w:val="22"/>
        </w:rPr>
        <w:t>order</w:t>
      </w:r>
      <w:r w:rsidRPr="00B37849">
        <w:rPr>
          <w:rFonts w:asciiTheme="minorHAnsi" w:hAnsiTheme="minorHAnsi" w:cstheme="minorHAnsi"/>
          <w:sz w:val="22"/>
          <w:szCs w:val="22"/>
        </w:rPr>
        <w:t xml:space="preserve"> form. </w:t>
      </w:r>
    </w:p>
    <w:p w14:paraId="31BDC9B6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58F02747" w14:textId="77777777" w:rsidR="00892411" w:rsidRPr="00B37849" w:rsidRDefault="00892411" w:rsidP="00892411">
      <w:pPr>
        <w:rPr>
          <w:rFonts w:asciiTheme="minorHAnsi" w:hAnsiTheme="minorHAnsi" w:cstheme="minorHAnsi"/>
          <w:i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>I/We [insert name(s) of landowner(s)]</w:t>
      </w:r>
    </w:p>
    <w:p w14:paraId="101FB8AB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2BFC44D9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1035572662"/>
          <w:placeholder>
            <w:docPart w:val="2EC0A7AAD21C4BDFB9B5B55F21214633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Pr="00B3784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7EA12AD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39DB2228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>of [insert address(es) of landowner(s)]</w:t>
      </w:r>
    </w:p>
    <w:p w14:paraId="26BA31EC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5019F8F5" w14:textId="77777777" w:rsidR="00892411" w:rsidRDefault="00892411" w:rsidP="00892411">
      <w:pPr>
        <w:spacing w:line="480" w:lineRule="auto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2038964682"/>
          <w:placeholder>
            <w:docPart w:val="6E69CEC474F041D4964E5CA59EBC64E3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Pr="00B37849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F70C11F" w14:textId="77777777" w:rsidR="00892411" w:rsidRPr="00B37849" w:rsidRDefault="00892411" w:rsidP="00892411">
      <w:pPr>
        <w:spacing w:line="480" w:lineRule="auto"/>
        <w:rPr>
          <w:rFonts w:asciiTheme="minorHAnsi" w:hAnsiTheme="minorHAnsi" w:cstheme="minorHAnsi"/>
          <w:i/>
          <w:sz w:val="22"/>
          <w:szCs w:val="22"/>
        </w:rPr>
      </w:pPr>
      <w:sdt>
        <w:sdtPr>
          <w:rPr>
            <w:rFonts w:cstheme="minorHAnsi"/>
          </w:rPr>
          <w:id w:val="-2031403875"/>
          <w:placeholder>
            <w:docPart w:val="E2B65C7AC7014E3A9EEBD727A032BC0A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</w:p>
    <w:p w14:paraId="73AD8E3C" w14:textId="2E3DA0F4" w:rsidR="00892411" w:rsidRDefault="00892411" w:rsidP="00892411">
      <w:pPr>
        <w:rPr>
          <w:rFonts w:cstheme="minorHAnsi"/>
        </w:rPr>
      </w:pPr>
      <w:r w:rsidRPr="00DD6013">
        <w:rPr>
          <w:rFonts w:asciiTheme="minorHAnsi" w:hAnsiTheme="minorHAnsi" w:cstheme="minorHAnsi"/>
          <w:sz w:val="22"/>
          <w:szCs w:val="22"/>
        </w:rPr>
        <w:t xml:space="preserve">give permission for </w:t>
      </w:r>
      <w:r>
        <w:rPr>
          <w:rFonts w:asciiTheme="minorHAnsi" w:hAnsiTheme="minorHAnsi" w:cstheme="minorHAnsi"/>
          <w:sz w:val="22"/>
          <w:szCs w:val="22"/>
        </w:rPr>
        <w:t>UIP:</w:t>
      </w:r>
      <w:r w:rsidRPr="00892411">
        <w:rPr>
          <w:rFonts w:cstheme="minorHAnsi"/>
        </w:rPr>
        <w:t xml:space="preserve"> </w:t>
      </w:r>
      <w:sdt>
        <w:sdtPr>
          <w:rPr>
            <w:rFonts w:cstheme="minorHAnsi"/>
          </w:rPr>
          <w:id w:val="1491364078"/>
          <w:placeholder>
            <w:docPart w:val="C064DF433AE34EF6B464A12C1A48C24C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D6013">
        <w:rPr>
          <w:rFonts w:asciiTheme="minorHAnsi" w:hAnsiTheme="minorHAnsi" w:cstheme="minorHAnsi"/>
          <w:sz w:val="22"/>
          <w:szCs w:val="22"/>
        </w:rPr>
        <w:t xml:space="preserve">to lay a </w:t>
      </w:r>
      <w:sdt>
        <w:sdtPr>
          <w:rPr>
            <w:rFonts w:cstheme="minorHAnsi"/>
          </w:rPr>
          <w:id w:val="-777795193"/>
          <w:placeholder>
            <w:docPart w:val="D84F248CC8E1419FA51B4898201AB7DD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Pr="00DD6013">
        <w:rPr>
          <w:rFonts w:asciiTheme="minorHAnsi" w:hAnsiTheme="minorHAnsi" w:cstheme="minorHAnsi"/>
          <w:sz w:val="22"/>
          <w:szCs w:val="22"/>
        </w:rPr>
        <w:t xml:space="preserve">mm diameter gas pipe and/or meter box through/on my land. </w:t>
      </w:r>
      <w:r>
        <w:rPr>
          <w:rFonts w:asciiTheme="minorHAnsi" w:hAnsiTheme="minorHAnsi" w:cstheme="minorHAnsi"/>
          <w:sz w:val="22"/>
          <w:szCs w:val="22"/>
        </w:rPr>
        <w:t xml:space="preserve">I/We have seen the documents with </w:t>
      </w:r>
      <w:r w:rsidRPr="00B37849">
        <w:rPr>
          <w:rFonts w:asciiTheme="minorHAnsi" w:hAnsiTheme="minorHAnsi" w:cstheme="minorHAnsi"/>
          <w:sz w:val="22"/>
          <w:szCs w:val="22"/>
        </w:rPr>
        <w:t xml:space="preserve">quote </w:t>
      </w:r>
      <w:r w:rsidRPr="00DD6013">
        <w:rPr>
          <w:rFonts w:asciiTheme="minorHAnsi" w:hAnsiTheme="minorHAnsi" w:cstheme="minorHAnsi"/>
          <w:sz w:val="22"/>
          <w:szCs w:val="22"/>
        </w:rPr>
        <w:t xml:space="preserve">ref: </w:t>
      </w:r>
      <w:sdt>
        <w:sdtPr>
          <w:rPr>
            <w:rFonts w:cstheme="minorHAnsi"/>
          </w:rPr>
          <w:id w:val="1486125377"/>
          <w:placeholder>
            <w:docPart w:val="991B090D90264DD8AAAFF2A27C53219E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which contains </w:t>
      </w:r>
      <w:r w:rsidRPr="00DD6013">
        <w:rPr>
          <w:rFonts w:asciiTheme="minorHAnsi" w:hAnsiTheme="minorHAnsi" w:cstheme="minorHAnsi"/>
          <w:sz w:val="22"/>
          <w:szCs w:val="22"/>
        </w:rPr>
        <w:t xml:space="preserve">further details about laying the gas supply to the premises at: </w:t>
      </w:r>
      <w:sdt>
        <w:sdtPr>
          <w:rPr>
            <w:rFonts w:cstheme="minorHAnsi"/>
          </w:rPr>
          <w:id w:val="-1298447734"/>
          <w:placeholder>
            <w:docPart w:val="0CF078A6F29342EAB7E8AA5687D623DC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</w:p>
    <w:p w14:paraId="64369B0A" w14:textId="77777777" w:rsidR="00892411" w:rsidRPr="00DD6013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1DE6C998" w14:textId="41710AD1" w:rsidR="00892411" w:rsidRDefault="00892411" w:rsidP="00892411">
      <w:pPr>
        <w:rPr>
          <w:rFonts w:asciiTheme="minorHAnsi" w:hAnsiTheme="minorHAnsi" w:cstheme="minorHAnsi"/>
          <w:sz w:val="22"/>
          <w:szCs w:val="22"/>
        </w:rPr>
      </w:pPr>
      <w:r w:rsidRPr="00DD6013">
        <w:rPr>
          <w:rFonts w:asciiTheme="minorHAnsi" w:hAnsiTheme="minorHAnsi" w:cstheme="minorHAnsi"/>
          <w:sz w:val="22"/>
          <w:szCs w:val="22"/>
        </w:rPr>
        <w:t>I/We agree to grant access</w:t>
      </w:r>
      <w:r>
        <w:rPr>
          <w:rFonts w:asciiTheme="minorHAnsi" w:hAnsiTheme="minorHAnsi" w:cstheme="minorHAnsi"/>
          <w:sz w:val="22"/>
          <w:szCs w:val="22"/>
        </w:rPr>
        <w:t xml:space="preserve"> with or without vehicles</w:t>
      </w:r>
      <w:r w:rsidRPr="00DD6013">
        <w:rPr>
          <w:rFonts w:asciiTheme="minorHAnsi" w:hAnsiTheme="minorHAnsi" w:cstheme="minorHAnsi"/>
          <w:sz w:val="22"/>
          <w:szCs w:val="22"/>
        </w:rPr>
        <w:t xml:space="preserve"> to </w:t>
      </w:r>
      <w:bookmarkStart w:id="0" w:name="_Hlk100214151"/>
      <w:r>
        <w:rPr>
          <w:rFonts w:asciiTheme="minorHAnsi" w:hAnsiTheme="minorHAnsi" w:cstheme="minorHAnsi"/>
          <w:sz w:val="22"/>
          <w:szCs w:val="22"/>
        </w:rPr>
        <w:t>Scotland</w:t>
      </w:r>
      <w:r w:rsidRPr="00DD6013">
        <w:rPr>
          <w:rFonts w:asciiTheme="minorHAnsi" w:hAnsiTheme="minorHAnsi" w:cstheme="minorHAnsi"/>
          <w:sz w:val="22"/>
          <w:szCs w:val="22"/>
        </w:rPr>
        <w:t xml:space="preserve"> </w:t>
      </w:r>
      <w:bookmarkEnd w:id="0"/>
      <w:r w:rsidRPr="00DD6013">
        <w:rPr>
          <w:rFonts w:asciiTheme="minorHAnsi" w:hAnsiTheme="minorHAnsi" w:cstheme="minorHAnsi"/>
          <w:sz w:val="22"/>
          <w:szCs w:val="22"/>
        </w:rPr>
        <w:t xml:space="preserve">Gas Networks to carry out any inspection, maintenance, repair, </w:t>
      </w:r>
      <w:proofErr w:type="gramStart"/>
      <w:r w:rsidRPr="00DD6013">
        <w:rPr>
          <w:rFonts w:asciiTheme="minorHAnsi" w:hAnsiTheme="minorHAnsi" w:cstheme="minorHAnsi"/>
          <w:sz w:val="22"/>
          <w:szCs w:val="22"/>
        </w:rPr>
        <w:t>replacement</w:t>
      </w:r>
      <w:proofErr w:type="gramEnd"/>
      <w:r w:rsidRPr="00DD6013">
        <w:rPr>
          <w:rFonts w:asciiTheme="minorHAnsi" w:hAnsiTheme="minorHAnsi" w:cstheme="minorHAnsi"/>
          <w:sz w:val="22"/>
          <w:szCs w:val="22"/>
        </w:rPr>
        <w:t xml:space="preserve"> or renewal of said gas pipe[s].</w:t>
      </w:r>
    </w:p>
    <w:p w14:paraId="39D08278" w14:textId="77777777" w:rsidR="00892411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0F29FC8E" w14:textId="29F87AB6" w:rsidR="00892411" w:rsidRPr="00DD6013" w:rsidRDefault="00892411" w:rsidP="0089241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I/We also agree not to </w:t>
      </w:r>
      <w:r w:rsidRPr="003028B3">
        <w:rPr>
          <w:rFonts w:asciiTheme="minorHAnsi" w:hAnsiTheme="minorHAnsi" w:cstheme="minorHAnsi"/>
          <w:sz w:val="22"/>
          <w:szCs w:val="22"/>
        </w:rPr>
        <w:t xml:space="preserve">cause any damage to the </w:t>
      </w:r>
      <w:r>
        <w:rPr>
          <w:rFonts w:asciiTheme="minorHAnsi" w:hAnsiTheme="minorHAnsi" w:cstheme="minorHAnsi"/>
          <w:sz w:val="22"/>
          <w:szCs w:val="22"/>
        </w:rPr>
        <w:t>said gas pipe(s)</w:t>
      </w:r>
      <w:r w:rsidRPr="003028B3">
        <w:rPr>
          <w:rFonts w:asciiTheme="minorHAnsi" w:hAnsiTheme="minorHAnsi" w:cstheme="minorHAnsi"/>
          <w:sz w:val="22"/>
          <w:szCs w:val="22"/>
        </w:rPr>
        <w:t xml:space="preserve">, or to any </w:t>
      </w:r>
      <w:r>
        <w:rPr>
          <w:rFonts w:asciiTheme="minorHAnsi" w:hAnsiTheme="minorHAnsi" w:cstheme="minorHAnsi"/>
          <w:sz w:val="22"/>
          <w:szCs w:val="22"/>
        </w:rPr>
        <w:t xml:space="preserve">other property of </w:t>
      </w:r>
      <w:r>
        <w:rPr>
          <w:rFonts w:asciiTheme="minorHAnsi" w:hAnsiTheme="minorHAnsi" w:cstheme="minorHAnsi"/>
          <w:sz w:val="22"/>
          <w:szCs w:val="22"/>
        </w:rPr>
        <w:t>Scotland</w:t>
      </w:r>
      <w:r>
        <w:rPr>
          <w:rFonts w:asciiTheme="minorHAnsi" w:hAnsiTheme="minorHAnsi" w:cstheme="minorHAnsi"/>
          <w:sz w:val="22"/>
          <w:szCs w:val="22"/>
        </w:rPr>
        <w:t xml:space="preserve"> Gas Networks </w:t>
      </w:r>
      <w:proofErr w:type="gramStart"/>
      <w:r>
        <w:rPr>
          <w:rFonts w:asciiTheme="minorHAnsi" w:hAnsiTheme="minorHAnsi" w:cstheme="minorHAnsi"/>
          <w:sz w:val="22"/>
          <w:szCs w:val="22"/>
        </w:rPr>
        <w:t>plc</w:t>
      </w:r>
      <w:r w:rsidRPr="003028B3">
        <w:rPr>
          <w:rFonts w:asciiTheme="minorHAnsi" w:hAnsiTheme="minorHAnsi" w:cstheme="minorHAnsi"/>
          <w:sz w:val="22"/>
          <w:szCs w:val="22"/>
        </w:rPr>
        <w:t>, and</w:t>
      </w:r>
      <w:proofErr w:type="gramEnd"/>
      <w:r w:rsidRPr="003028B3">
        <w:rPr>
          <w:rFonts w:asciiTheme="minorHAnsi" w:hAnsiTheme="minorHAnsi" w:cstheme="minorHAnsi"/>
          <w:sz w:val="22"/>
          <w:szCs w:val="22"/>
        </w:rPr>
        <w:t xml:space="preserve"> shall </w:t>
      </w:r>
      <w:r>
        <w:rPr>
          <w:rFonts w:asciiTheme="minorHAnsi" w:hAnsiTheme="minorHAnsi" w:cstheme="minorHAnsi"/>
          <w:sz w:val="22"/>
          <w:szCs w:val="22"/>
        </w:rPr>
        <w:t>notify Scotland</w:t>
      </w:r>
      <w:r w:rsidRPr="00DD601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Gas Networks plc as soon as we become aware of any damage caused so Scotland</w:t>
      </w:r>
      <w:r w:rsidRPr="00DD6013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Gas Networks plc may make good </w:t>
      </w:r>
      <w:r w:rsidRPr="003028B3">
        <w:rPr>
          <w:rFonts w:asciiTheme="minorHAnsi" w:hAnsiTheme="minorHAnsi" w:cstheme="minorHAnsi"/>
          <w:sz w:val="22"/>
          <w:szCs w:val="22"/>
        </w:rPr>
        <w:t xml:space="preserve">any damage </w:t>
      </w:r>
      <w:r>
        <w:rPr>
          <w:rFonts w:asciiTheme="minorHAnsi" w:hAnsiTheme="minorHAnsi" w:cstheme="minorHAnsi"/>
          <w:sz w:val="22"/>
          <w:szCs w:val="22"/>
        </w:rPr>
        <w:t xml:space="preserve">to the said gas pipe(s) or its other property. </w:t>
      </w:r>
    </w:p>
    <w:p w14:paraId="58CA8796" w14:textId="77777777" w:rsidR="00892411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6CC06194" w14:textId="77777777" w:rsidR="00892411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2B6C4DAC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>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sdt>
        <w:sdtPr>
          <w:rPr>
            <w:rFonts w:cstheme="minorHAnsi"/>
          </w:rPr>
          <w:id w:val="-1646660845"/>
          <w:placeholder>
            <w:docPart w:val="6CF6C0DC5C874A5DA25F167B72442F7F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>
        <w:rPr>
          <w:rFonts w:asciiTheme="minorHAnsi" w:hAnsiTheme="minorHAnsi" w:cstheme="minorHAnsi"/>
          <w:sz w:val="22"/>
          <w:szCs w:val="22"/>
        </w:rPr>
        <w:t xml:space="preserve">   </w:t>
      </w:r>
      <w:sdt>
        <w:sdtPr>
          <w:rPr>
            <w:rFonts w:cstheme="minorHAnsi"/>
          </w:rPr>
          <w:id w:val="1288160760"/>
          <w:placeholder>
            <w:docPart w:val="8A19CFC6DEA04DCCA3216C735A53733D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</w:p>
    <w:p w14:paraId="74EC9054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Landowner signature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B37849">
        <w:rPr>
          <w:rFonts w:asciiTheme="minorHAnsi" w:hAnsiTheme="minorHAnsi" w:cstheme="minorHAnsi"/>
          <w:sz w:val="22"/>
          <w:szCs w:val="22"/>
        </w:rPr>
        <w:t xml:space="preserve">Print name       </w:t>
      </w:r>
      <w:r w:rsidRPr="00B37849">
        <w:rPr>
          <w:rFonts w:asciiTheme="minorHAnsi" w:hAnsiTheme="minorHAnsi" w:cstheme="minorHAnsi"/>
          <w:sz w:val="22"/>
          <w:szCs w:val="22"/>
        </w:rPr>
        <w:tab/>
        <w:t xml:space="preserve">                            Date</w:t>
      </w:r>
    </w:p>
    <w:p w14:paraId="3269E658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23B69350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2E3E39A2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sz w:val="22"/>
          <w:szCs w:val="22"/>
        </w:rPr>
        <w:t>_____________________________</w:t>
      </w:r>
      <w:r>
        <w:rPr>
          <w:rFonts w:asciiTheme="minorHAnsi" w:hAnsiTheme="minorHAnsi" w:cstheme="minorHAnsi"/>
          <w:sz w:val="22"/>
          <w:szCs w:val="22"/>
        </w:rPr>
        <w:t xml:space="preserve">       </w:t>
      </w:r>
      <w:sdt>
        <w:sdtPr>
          <w:rPr>
            <w:rFonts w:cstheme="minorHAnsi"/>
          </w:rPr>
          <w:id w:val="-2075036495"/>
          <w:placeholder>
            <w:docPart w:val="EBB29B7D16C84310812FEA3FA1459E2C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>
        <w:rPr>
          <w:rFonts w:cstheme="minorHAnsi"/>
        </w:rPr>
        <w:t xml:space="preserve">  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sdt>
        <w:sdtPr>
          <w:rPr>
            <w:rFonts w:cstheme="minorHAnsi"/>
          </w:rPr>
          <w:id w:val="1807816980"/>
          <w:placeholder>
            <w:docPart w:val="8199A364CB0840E786E3D21304324C1D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</w:p>
    <w:p w14:paraId="2435BFF7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Witness signature</w:t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>
        <w:rPr>
          <w:rFonts w:asciiTheme="minorHAnsi" w:hAnsiTheme="minorHAnsi" w:cstheme="minorHAnsi"/>
          <w:sz w:val="22"/>
          <w:szCs w:val="22"/>
        </w:rPr>
        <w:tab/>
      </w:r>
      <w:r w:rsidRPr="00B37849">
        <w:rPr>
          <w:rFonts w:asciiTheme="minorHAnsi" w:hAnsiTheme="minorHAnsi" w:cstheme="minorHAnsi"/>
          <w:sz w:val="22"/>
          <w:szCs w:val="22"/>
        </w:rPr>
        <w:t xml:space="preserve">Print name       </w:t>
      </w:r>
      <w:r w:rsidRPr="00B37849">
        <w:rPr>
          <w:rFonts w:asciiTheme="minorHAnsi" w:hAnsiTheme="minorHAnsi" w:cstheme="minorHAnsi"/>
          <w:sz w:val="22"/>
          <w:szCs w:val="22"/>
        </w:rPr>
        <w:tab/>
        <w:t xml:space="preserve">                            </w:t>
      </w:r>
      <w:r>
        <w:rPr>
          <w:rFonts w:asciiTheme="minorHAnsi" w:hAnsiTheme="minorHAnsi" w:cstheme="minorHAnsi"/>
          <w:sz w:val="22"/>
          <w:szCs w:val="22"/>
        </w:rPr>
        <w:t>Da</w:t>
      </w:r>
      <w:r w:rsidRPr="00B37849">
        <w:rPr>
          <w:rFonts w:asciiTheme="minorHAnsi" w:hAnsiTheme="minorHAnsi" w:cstheme="minorHAnsi"/>
          <w:sz w:val="22"/>
          <w:szCs w:val="22"/>
        </w:rPr>
        <w:t>te</w:t>
      </w:r>
    </w:p>
    <w:p w14:paraId="3D121E7A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ab/>
      </w:r>
    </w:p>
    <w:p w14:paraId="7B280D8D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</w:p>
    <w:p w14:paraId="4A9CD541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cstheme="minorHAnsi"/>
          </w:rPr>
          <w:id w:val="-1396741155"/>
          <w:placeholder>
            <w:docPart w:val="DE3A95EA6AB94D5D8940B06937FBF2E0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>
        <w:rPr>
          <w:rFonts w:asciiTheme="minorHAnsi" w:hAnsiTheme="minorHAnsi" w:cstheme="minorHAnsi"/>
          <w:sz w:val="22"/>
          <w:szCs w:val="22"/>
        </w:rPr>
        <w:tab/>
      </w:r>
    </w:p>
    <w:p w14:paraId="7DAE0257" w14:textId="77777777" w:rsidR="00892411" w:rsidRPr="00B37849" w:rsidRDefault="00892411" w:rsidP="00892411">
      <w:pPr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iCs/>
          <w:color w:val="000000"/>
          <w:sz w:val="22"/>
          <w:szCs w:val="22"/>
        </w:rPr>
        <w:t>Witness occupation</w:t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ab/>
      </w:r>
      <w:r>
        <w:rPr>
          <w:rFonts w:asciiTheme="minorHAnsi" w:hAnsiTheme="minorHAnsi" w:cstheme="minorHAnsi"/>
          <w:iCs/>
          <w:color w:val="000000"/>
          <w:sz w:val="22"/>
          <w:szCs w:val="22"/>
        </w:rPr>
        <w:tab/>
      </w:r>
    </w:p>
    <w:p w14:paraId="179CBABF" w14:textId="77777777" w:rsidR="00892411" w:rsidRDefault="00892411" w:rsidP="00892411">
      <w:pPr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72B4DDAB" w14:textId="77777777" w:rsidR="00892411" w:rsidRPr="000E6880" w:rsidRDefault="00892411" w:rsidP="00892411">
      <w:pPr>
        <w:rPr>
          <w:rFonts w:asciiTheme="minorHAnsi" w:hAnsiTheme="minorHAnsi" w:cstheme="minorHAnsi"/>
          <w:iCs/>
          <w:color w:val="000000"/>
          <w:sz w:val="22"/>
          <w:szCs w:val="22"/>
        </w:rPr>
      </w:pPr>
    </w:p>
    <w:p w14:paraId="1FA8D060" w14:textId="77777777" w:rsidR="00892411" w:rsidRDefault="00892411" w:rsidP="00892411">
      <w:pPr>
        <w:widowControl/>
        <w:jc w:val="both"/>
        <w:rPr>
          <w:rFonts w:asciiTheme="minorHAnsi" w:hAnsiTheme="minorHAnsi" w:cstheme="minorHAnsi"/>
          <w:iCs/>
          <w:color w:val="000000"/>
          <w:sz w:val="22"/>
          <w:szCs w:val="22"/>
        </w:rPr>
      </w:pPr>
      <w:sdt>
        <w:sdtPr>
          <w:rPr>
            <w:rFonts w:cstheme="minorHAnsi"/>
          </w:rPr>
          <w:id w:val="585502474"/>
          <w:placeholder>
            <w:docPart w:val="314FA76F34FD4A48BE736D80F003C63B"/>
          </w:placeholder>
          <w:showingPlcHdr/>
          <w:text/>
        </w:sdtPr>
        <w:sdtContent>
          <w:r w:rsidRPr="005340A1">
            <w:rPr>
              <w:rStyle w:val="PlaceholderText"/>
              <w:rFonts w:asciiTheme="minorHAnsi" w:hAnsiTheme="minorHAnsi" w:cstheme="minorHAnsi"/>
              <w:sz w:val="22"/>
              <w:szCs w:val="22"/>
            </w:rPr>
            <w:t>Click or tap here to enter text.</w:t>
          </w:r>
        </w:sdtContent>
      </w:sdt>
      <w:r w:rsidRPr="00B37849">
        <w:rPr>
          <w:rFonts w:asciiTheme="minorHAnsi" w:hAnsiTheme="minorHAnsi" w:cstheme="minorHAnsi"/>
          <w:iCs/>
          <w:color w:val="000000"/>
          <w:sz w:val="22"/>
          <w:szCs w:val="22"/>
        </w:rPr>
        <w:t xml:space="preserve"> </w:t>
      </w:r>
    </w:p>
    <w:p w14:paraId="2A4EB20B" w14:textId="77777777" w:rsidR="00892411" w:rsidRDefault="00892411" w:rsidP="00892411">
      <w:pPr>
        <w:widowControl/>
        <w:jc w:val="both"/>
        <w:rPr>
          <w:rFonts w:asciiTheme="minorHAnsi" w:hAnsiTheme="minorHAnsi" w:cstheme="minorHAnsi"/>
          <w:sz w:val="22"/>
          <w:szCs w:val="22"/>
        </w:rPr>
      </w:pPr>
      <w:r w:rsidRPr="00B37849">
        <w:rPr>
          <w:rFonts w:asciiTheme="minorHAnsi" w:hAnsiTheme="minorHAnsi" w:cstheme="minorHAnsi"/>
          <w:iCs/>
          <w:color w:val="000000"/>
          <w:sz w:val="22"/>
          <w:szCs w:val="22"/>
        </w:rPr>
        <w:t>Witness address</w:t>
      </w:r>
    </w:p>
    <w:p w14:paraId="6C272BF2" w14:textId="6F0FEF2F" w:rsidR="0056686B" w:rsidRPr="000C26EE" w:rsidRDefault="0056686B" w:rsidP="00892411"/>
    <w:sectPr w:rsidR="0056686B" w:rsidRPr="000C26EE" w:rsidSect="00226C78">
      <w:headerReference w:type="default" r:id="rId11"/>
      <w:footerReference w:type="default" r:id="rId12"/>
      <w:endnotePr>
        <w:numFmt w:val="decimal"/>
      </w:endnotePr>
      <w:type w:val="continuous"/>
      <w:pgSz w:w="11907" w:h="16839" w:code="9"/>
      <w:pgMar w:top="1843" w:right="1418" w:bottom="0" w:left="1418" w:header="720" w:footer="743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802DB82" w14:textId="77777777" w:rsidR="00A860EC" w:rsidRDefault="00A860EC" w:rsidP="00DA0786">
      <w:r>
        <w:separator/>
      </w:r>
    </w:p>
  </w:endnote>
  <w:endnote w:type="continuationSeparator" w:id="0">
    <w:p w14:paraId="3D520235" w14:textId="77777777" w:rsidR="00A860EC" w:rsidRDefault="00A860EC" w:rsidP="00DA07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37BA58" w14:textId="77777777" w:rsidR="00767D1D" w:rsidRPr="0081495F" w:rsidRDefault="000C26EE" w:rsidP="00564E98">
    <w:pPr>
      <w:pStyle w:val="Footer"/>
      <w:tabs>
        <w:tab w:val="clear" w:pos="8640"/>
        <w:tab w:val="right" w:pos="9214"/>
      </w:tabs>
      <w:jc w:val="center"/>
      <w:rPr>
        <w:rFonts w:ascii="Arial" w:hAnsi="Arial" w:cs="Arial"/>
      </w:rPr>
    </w:pPr>
    <w:r>
      <w:rPr>
        <w:rFonts w:ascii="Arial" w:hAnsi="Arial" w:cs="Arial"/>
        <w:noProof/>
        <w:lang w:val="en-US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54A75F7E" wp14:editId="3407516C">
              <wp:simplePos x="0" y="0"/>
              <wp:positionH relativeFrom="column">
                <wp:posOffset>5928995</wp:posOffset>
              </wp:positionH>
              <wp:positionV relativeFrom="paragraph">
                <wp:posOffset>-96520</wp:posOffset>
              </wp:positionV>
              <wp:extent cx="488315" cy="370205"/>
              <wp:effectExtent l="0" t="1270" r="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8315" cy="3702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208B1BD" w14:textId="77777777" w:rsidR="00DA7414" w:rsidRPr="00DA7414" w:rsidRDefault="00DA7414">
                          <w:pPr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 w:rsidRPr="00DA7414"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  <w:t>NF071</w:t>
                          </w:r>
                        </w:p>
                        <w:p w14:paraId="6297863C" w14:textId="2D844352" w:rsidR="00DA7414" w:rsidRPr="00DA7414" w:rsidRDefault="00166C7D">
                          <w:pPr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  <w:t>1</w:t>
                          </w:r>
                          <w:r w:rsidR="00A3785B">
                            <w:rPr>
                              <w:rFonts w:asciiTheme="minorHAnsi" w:hAnsiTheme="minorHAnsi" w:cstheme="minorHAnsi"/>
                              <w:color w:val="595959" w:themeColor="text1" w:themeTint="A6"/>
                              <w:sz w:val="18"/>
                              <w:szCs w:val="18"/>
                            </w:rPr>
                            <w:t>2.0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A75F7E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466.85pt;margin-top:-7.6pt;width:38.45pt;height:29.15pt;z-index:2516695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" stroked="f">
              <v:textbox style="mso-fit-shape-to-text:t">
                <w:txbxContent>
                  <w:p w14:paraId="4208B1BD" w14:textId="77777777" w:rsidR="00DA7414" w:rsidRPr="00DA7414" w:rsidRDefault="00DA7414">
                    <w:pPr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</w:pPr>
                    <w:r w:rsidRPr="00DA7414"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  <w:t>NF071</w:t>
                    </w:r>
                  </w:p>
                  <w:p w14:paraId="6297863C" w14:textId="2D844352" w:rsidR="00DA7414" w:rsidRPr="00DA7414" w:rsidRDefault="00166C7D">
                    <w:pPr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</w:pPr>
                    <w:r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  <w:t>1</w:t>
                    </w:r>
                    <w:r w:rsidR="00A3785B">
                      <w:rPr>
                        <w:rFonts w:asciiTheme="minorHAnsi" w:hAnsiTheme="minorHAnsi" w:cstheme="minorHAnsi"/>
                        <w:color w:val="595959" w:themeColor="text1" w:themeTint="A6"/>
                        <w:sz w:val="18"/>
                        <w:szCs w:val="18"/>
                      </w:rPr>
                      <w:t>2.0</w:t>
                    </w:r>
                  </w:p>
                </w:txbxContent>
              </v:textbox>
            </v:shape>
          </w:pict>
        </mc:Fallback>
      </mc:AlternateContent>
    </w:r>
    <w:r w:rsidR="00E26B7C">
      <w:rPr>
        <w:rFonts w:ascii="Arial" w:hAnsi="Arial" w:cs="Arial"/>
        <w:noProof/>
        <w:lang w:val="en-US"/>
      </w:rPr>
      <w:drawing>
        <wp:anchor distT="0" distB="0" distL="114300" distR="114300" simplePos="0" relativeHeight="251667456" behindDoc="0" locked="0" layoutInCell="1" allowOverlap="1" wp14:anchorId="17CB5E40" wp14:editId="6FEB71B2">
          <wp:simplePos x="0" y="0"/>
          <wp:positionH relativeFrom="page">
            <wp:posOffset>4420</wp:posOffset>
          </wp:positionH>
          <wp:positionV relativeFrom="page">
            <wp:posOffset>9860889</wp:posOffset>
          </wp:positionV>
          <wp:extent cx="7552182" cy="826618"/>
          <wp:effectExtent l="19050" t="0" r="0" b="0"/>
          <wp:wrapNone/>
          <wp:docPr id="1" name="Picture 1" descr="C:\Users\Fran\Desktop\connections foo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Fran\Desktop\connections footer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2182" cy="8266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767D1D">
      <w:rPr>
        <w:rFonts w:ascii="Arial" w:hAnsi="Arial" w:cs="Arial"/>
        <w:noProof/>
        <w:color w:val="000000"/>
        <w:lang w:val="en-US"/>
      </w:rPr>
      <w:drawing>
        <wp:anchor distT="0" distB="0" distL="114300" distR="114300" simplePos="0" relativeHeight="251663360" behindDoc="0" locked="0" layoutInCell="1" allowOverlap="1" wp14:anchorId="3675BF90" wp14:editId="5E42C191">
          <wp:simplePos x="0" y="0"/>
          <wp:positionH relativeFrom="column">
            <wp:posOffset>-670295</wp:posOffset>
          </wp:positionH>
          <wp:positionV relativeFrom="paragraph">
            <wp:posOffset>-77470</wp:posOffset>
          </wp:positionV>
          <wp:extent cx="890546" cy="207887"/>
          <wp:effectExtent l="0" t="0" r="5080" b="1905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mell gas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0546" cy="20788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B72990" w14:textId="77777777" w:rsidR="00A860EC" w:rsidRDefault="00A860EC" w:rsidP="00DA0786">
      <w:r>
        <w:separator/>
      </w:r>
    </w:p>
  </w:footnote>
  <w:footnote w:type="continuationSeparator" w:id="0">
    <w:p w14:paraId="347C5036" w14:textId="77777777" w:rsidR="00A860EC" w:rsidRDefault="00A860EC" w:rsidP="00DA07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797C48" w14:textId="0399C256" w:rsidR="00767D1D" w:rsidRDefault="00A3785B">
    <w:pPr>
      <w:pStyle w:val="Header"/>
    </w:pPr>
    <w:r>
      <w:rPr>
        <w:noProof/>
      </w:rPr>
      <w:drawing>
        <wp:anchor distT="0" distB="0" distL="0" distR="0" simplePos="0" relativeHeight="251671552" behindDoc="1" locked="0" layoutInCell="1" allowOverlap="1" wp14:anchorId="3CC1100B" wp14:editId="6C84ECF7">
          <wp:simplePos x="0" y="0"/>
          <wp:positionH relativeFrom="page">
            <wp:posOffset>5924550</wp:posOffset>
          </wp:positionH>
          <wp:positionV relativeFrom="page">
            <wp:posOffset>171450</wp:posOffset>
          </wp:positionV>
          <wp:extent cx="1464310" cy="601549"/>
          <wp:effectExtent l="0" t="0" r="2540" b="8255"/>
          <wp:wrapNone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76814" cy="60668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389627AC"/>
    <w:lvl w:ilvl="0">
      <w:start w:val="1"/>
      <w:numFmt w:val="bullet"/>
      <w:pStyle w:val="List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documentProtection w:edit="forms" w:enforcement="1" w:cryptProviderType="rsaAES" w:cryptAlgorithmClass="hash" w:cryptAlgorithmType="typeAny" w:cryptAlgorithmSid="14" w:cryptSpinCount="100000" w:hash="mmJkFOwq0hM9/PMFBmEs0DwgCpHwPML5xhdJxEry53F0qd2fFTFMoAzSoiQP9V70sr9b+8hggSJsVlRN7qVATw==" w:salt="aqZqC2NXGmaoxfUKZSVfbg==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0786"/>
    <w:rsid w:val="000052B9"/>
    <w:rsid w:val="0002356B"/>
    <w:rsid w:val="00061EAD"/>
    <w:rsid w:val="0007708E"/>
    <w:rsid w:val="0008557B"/>
    <w:rsid w:val="00086828"/>
    <w:rsid w:val="000870F2"/>
    <w:rsid w:val="000B656C"/>
    <w:rsid w:val="000C26EE"/>
    <w:rsid w:val="000F25B3"/>
    <w:rsid w:val="000F4C1B"/>
    <w:rsid w:val="00102C4C"/>
    <w:rsid w:val="0010762D"/>
    <w:rsid w:val="00115DF1"/>
    <w:rsid w:val="00130F05"/>
    <w:rsid w:val="00162524"/>
    <w:rsid w:val="00166C7D"/>
    <w:rsid w:val="001A2FBD"/>
    <w:rsid w:val="001A4017"/>
    <w:rsid w:val="001C346E"/>
    <w:rsid w:val="001C4D93"/>
    <w:rsid w:val="001E0A16"/>
    <w:rsid w:val="001F31B0"/>
    <w:rsid w:val="00205063"/>
    <w:rsid w:val="0021311F"/>
    <w:rsid w:val="00226C78"/>
    <w:rsid w:val="00234739"/>
    <w:rsid w:val="00256ACC"/>
    <w:rsid w:val="00271F35"/>
    <w:rsid w:val="00277CD5"/>
    <w:rsid w:val="0029145D"/>
    <w:rsid w:val="0029299C"/>
    <w:rsid w:val="002E3EB1"/>
    <w:rsid w:val="002F6CD5"/>
    <w:rsid w:val="00320324"/>
    <w:rsid w:val="00330229"/>
    <w:rsid w:val="00350466"/>
    <w:rsid w:val="00354230"/>
    <w:rsid w:val="00375BFF"/>
    <w:rsid w:val="003B7A62"/>
    <w:rsid w:val="003C725F"/>
    <w:rsid w:val="003C7849"/>
    <w:rsid w:val="003D0158"/>
    <w:rsid w:val="00417D01"/>
    <w:rsid w:val="00434257"/>
    <w:rsid w:val="004358E2"/>
    <w:rsid w:val="004500DD"/>
    <w:rsid w:val="00474879"/>
    <w:rsid w:val="00477441"/>
    <w:rsid w:val="004B4A46"/>
    <w:rsid w:val="004D56B2"/>
    <w:rsid w:val="005246E0"/>
    <w:rsid w:val="00553802"/>
    <w:rsid w:val="00562C29"/>
    <w:rsid w:val="00564AC3"/>
    <w:rsid w:val="00564E98"/>
    <w:rsid w:val="0056686B"/>
    <w:rsid w:val="00571978"/>
    <w:rsid w:val="00582ECD"/>
    <w:rsid w:val="005B3792"/>
    <w:rsid w:val="005D2390"/>
    <w:rsid w:val="005D422E"/>
    <w:rsid w:val="005D78FD"/>
    <w:rsid w:val="005F0DE5"/>
    <w:rsid w:val="006109AC"/>
    <w:rsid w:val="00611B94"/>
    <w:rsid w:val="00616203"/>
    <w:rsid w:val="00621BDF"/>
    <w:rsid w:val="00633EB4"/>
    <w:rsid w:val="00635CAC"/>
    <w:rsid w:val="0065072B"/>
    <w:rsid w:val="00657E07"/>
    <w:rsid w:val="006668DA"/>
    <w:rsid w:val="0067201E"/>
    <w:rsid w:val="00681E9B"/>
    <w:rsid w:val="006C3BA2"/>
    <w:rsid w:val="006C4B20"/>
    <w:rsid w:val="006D3276"/>
    <w:rsid w:val="006D37C8"/>
    <w:rsid w:val="006D532B"/>
    <w:rsid w:val="00717E35"/>
    <w:rsid w:val="00742001"/>
    <w:rsid w:val="00746200"/>
    <w:rsid w:val="007548A1"/>
    <w:rsid w:val="00767D1D"/>
    <w:rsid w:val="007711D1"/>
    <w:rsid w:val="007766AD"/>
    <w:rsid w:val="007A68A2"/>
    <w:rsid w:val="007B7E15"/>
    <w:rsid w:val="007D7822"/>
    <w:rsid w:val="007E257B"/>
    <w:rsid w:val="007F1174"/>
    <w:rsid w:val="0081495F"/>
    <w:rsid w:val="00823444"/>
    <w:rsid w:val="00840EE0"/>
    <w:rsid w:val="0084252B"/>
    <w:rsid w:val="00846B13"/>
    <w:rsid w:val="00852271"/>
    <w:rsid w:val="00855CC3"/>
    <w:rsid w:val="008618E1"/>
    <w:rsid w:val="00861DB1"/>
    <w:rsid w:val="008646C4"/>
    <w:rsid w:val="008706F4"/>
    <w:rsid w:val="00874976"/>
    <w:rsid w:val="00877B7D"/>
    <w:rsid w:val="00887860"/>
    <w:rsid w:val="00892411"/>
    <w:rsid w:val="0089645C"/>
    <w:rsid w:val="008A7A35"/>
    <w:rsid w:val="008B004F"/>
    <w:rsid w:val="008B2054"/>
    <w:rsid w:val="008C3DF1"/>
    <w:rsid w:val="008E2F59"/>
    <w:rsid w:val="008E5BFF"/>
    <w:rsid w:val="008F118F"/>
    <w:rsid w:val="009154E3"/>
    <w:rsid w:val="00920D1B"/>
    <w:rsid w:val="00924C6F"/>
    <w:rsid w:val="00925DA5"/>
    <w:rsid w:val="00925E22"/>
    <w:rsid w:val="009523A1"/>
    <w:rsid w:val="00952C95"/>
    <w:rsid w:val="00971854"/>
    <w:rsid w:val="009820EF"/>
    <w:rsid w:val="009A0C6E"/>
    <w:rsid w:val="009A49FF"/>
    <w:rsid w:val="009B1F93"/>
    <w:rsid w:val="009B4219"/>
    <w:rsid w:val="009E1165"/>
    <w:rsid w:val="009E75BE"/>
    <w:rsid w:val="009F13B4"/>
    <w:rsid w:val="00A02216"/>
    <w:rsid w:val="00A04F40"/>
    <w:rsid w:val="00A06DBF"/>
    <w:rsid w:val="00A11A9B"/>
    <w:rsid w:val="00A120A5"/>
    <w:rsid w:val="00A3785B"/>
    <w:rsid w:val="00A37BA2"/>
    <w:rsid w:val="00A47208"/>
    <w:rsid w:val="00A84A30"/>
    <w:rsid w:val="00A860EC"/>
    <w:rsid w:val="00A96F4F"/>
    <w:rsid w:val="00AD2541"/>
    <w:rsid w:val="00AF0FD5"/>
    <w:rsid w:val="00B0060B"/>
    <w:rsid w:val="00B13799"/>
    <w:rsid w:val="00B21DCE"/>
    <w:rsid w:val="00B23997"/>
    <w:rsid w:val="00B44922"/>
    <w:rsid w:val="00B70529"/>
    <w:rsid w:val="00B764DD"/>
    <w:rsid w:val="00B770C7"/>
    <w:rsid w:val="00B802F7"/>
    <w:rsid w:val="00B81DC5"/>
    <w:rsid w:val="00BA2416"/>
    <w:rsid w:val="00BB2C67"/>
    <w:rsid w:val="00BB3E47"/>
    <w:rsid w:val="00BF2A6C"/>
    <w:rsid w:val="00BF42F3"/>
    <w:rsid w:val="00BF59B1"/>
    <w:rsid w:val="00C31895"/>
    <w:rsid w:val="00C34305"/>
    <w:rsid w:val="00C538ED"/>
    <w:rsid w:val="00C545F1"/>
    <w:rsid w:val="00C66720"/>
    <w:rsid w:val="00C6742B"/>
    <w:rsid w:val="00CF07A9"/>
    <w:rsid w:val="00CF2DCF"/>
    <w:rsid w:val="00CF54D6"/>
    <w:rsid w:val="00CF7437"/>
    <w:rsid w:val="00D30A11"/>
    <w:rsid w:val="00D36943"/>
    <w:rsid w:val="00D42E12"/>
    <w:rsid w:val="00D4342A"/>
    <w:rsid w:val="00D43B4D"/>
    <w:rsid w:val="00D44B46"/>
    <w:rsid w:val="00D56E7D"/>
    <w:rsid w:val="00D61BF2"/>
    <w:rsid w:val="00D628CA"/>
    <w:rsid w:val="00DA0786"/>
    <w:rsid w:val="00DA51DA"/>
    <w:rsid w:val="00DA7414"/>
    <w:rsid w:val="00DC1B2A"/>
    <w:rsid w:val="00DC3D2B"/>
    <w:rsid w:val="00DC427D"/>
    <w:rsid w:val="00E067E6"/>
    <w:rsid w:val="00E1665E"/>
    <w:rsid w:val="00E26B7C"/>
    <w:rsid w:val="00E30E59"/>
    <w:rsid w:val="00E418B7"/>
    <w:rsid w:val="00E44447"/>
    <w:rsid w:val="00E45007"/>
    <w:rsid w:val="00E45883"/>
    <w:rsid w:val="00E531A2"/>
    <w:rsid w:val="00E534F9"/>
    <w:rsid w:val="00E751B0"/>
    <w:rsid w:val="00E77A0F"/>
    <w:rsid w:val="00E91761"/>
    <w:rsid w:val="00E95839"/>
    <w:rsid w:val="00EA5C86"/>
    <w:rsid w:val="00EB201E"/>
    <w:rsid w:val="00EB30B2"/>
    <w:rsid w:val="00EC0205"/>
    <w:rsid w:val="00EC42B5"/>
    <w:rsid w:val="00ED48D8"/>
    <w:rsid w:val="00ED7083"/>
    <w:rsid w:val="00EE2777"/>
    <w:rsid w:val="00EF34BD"/>
    <w:rsid w:val="00F06342"/>
    <w:rsid w:val="00F14A03"/>
    <w:rsid w:val="00F36836"/>
    <w:rsid w:val="00F37E0F"/>
    <w:rsid w:val="00F67E22"/>
    <w:rsid w:val="00F736A2"/>
    <w:rsid w:val="00F84798"/>
    <w:rsid w:val="00F91972"/>
    <w:rsid w:val="00FA1BA6"/>
    <w:rsid w:val="00FC141C"/>
    <w:rsid w:val="00FC6292"/>
    <w:rsid w:val="00FD3E3A"/>
    <w:rsid w:val="00FF6F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66B00513"/>
  <w15:docId w15:val="{BE009219-6803-4CB4-96F6-DF2A47208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locked="1" w:uiPriority="0" w:unhideWhenUsed="1"/>
    <w:lsdException w:name="List Number" w:semiHidden="1" w:unhideWhenUsed="1"/>
    <w:lsdException w:name="List 2" w:locked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802F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  <w:lang w:eastAsia="en-US"/>
    </w:rPr>
  </w:style>
  <w:style w:type="paragraph" w:styleId="Heading7">
    <w:name w:val="heading 7"/>
    <w:basedOn w:val="Normal"/>
    <w:next w:val="Normal"/>
    <w:link w:val="Heading7Char"/>
    <w:qFormat/>
    <w:rsid w:val="00B802F7"/>
    <w:pPr>
      <w:keepNext/>
      <w:jc w:val="both"/>
      <w:outlineLvl w:val="6"/>
    </w:pPr>
    <w:rPr>
      <w:b/>
      <w:sz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E45007"/>
    <w:rPr>
      <w:rFonts w:ascii="Calibri" w:hAnsi="Calibri" w:cs="Times New Roman"/>
      <w:sz w:val="24"/>
      <w:szCs w:val="24"/>
      <w:lang w:eastAsia="en-US"/>
    </w:rPr>
  </w:style>
  <w:style w:type="paragraph" w:styleId="Header">
    <w:name w:val="header"/>
    <w:basedOn w:val="Normal"/>
    <w:link w:val="HeaderChar"/>
    <w:uiPriority w:val="99"/>
    <w:semiHidden/>
    <w:rsid w:val="00B802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45007"/>
    <w:rPr>
      <w:rFonts w:cs="Times New Roman"/>
      <w:sz w:val="20"/>
      <w:szCs w:val="20"/>
      <w:lang w:eastAsia="en-US"/>
    </w:rPr>
  </w:style>
  <w:style w:type="paragraph" w:styleId="Footer">
    <w:name w:val="footer"/>
    <w:basedOn w:val="Normal"/>
    <w:link w:val="FooterChar"/>
    <w:uiPriority w:val="99"/>
    <w:rsid w:val="00B802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E45007"/>
    <w:rPr>
      <w:rFonts w:cs="Times New Roman"/>
      <w:sz w:val="20"/>
      <w:szCs w:val="20"/>
      <w:lang w:eastAsia="en-US"/>
    </w:rPr>
  </w:style>
  <w:style w:type="paragraph" w:styleId="List2">
    <w:name w:val="List 2"/>
    <w:basedOn w:val="Normal"/>
    <w:rsid w:val="009523A1"/>
    <w:pPr>
      <w:widowControl/>
      <w:overflowPunct/>
      <w:autoSpaceDE/>
      <w:autoSpaceDN/>
      <w:adjustRightInd/>
      <w:ind w:left="566" w:hanging="283"/>
      <w:textAlignment w:val="auto"/>
    </w:pPr>
    <w:rPr>
      <w:rFonts w:ascii="Arial" w:hAnsi="Arial"/>
      <w:szCs w:val="24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rsid w:val="009523A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23A1"/>
    <w:rPr>
      <w:rFonts w:ascii="Tahoma" w:hAnsi="Tahoma" w:cs="Tahoma"/>
      <w:sz w:val="16"/>
      <w:szCs w:val="16"/>
      <w:lang w:eastAsia="en-US"/>
    </w:rPr>
  </w:style>
  <w:style w:type="paragraph" w:customStyle="1" w:styleId="TableText">
    <w:name w:val="Table Text"/>
    <w:basedOn w:val="Normal"/>
    <w:uiPriority w:val="99"/>
    <w:rsid w:val="009523A1"/>
    <w:pPr>
      <w:widowControl/>
      <w:overflowPunct/>
      <w:autoSpaceDE/>
      <w:autoSpaceDN/>
      <w:adjustRightInd/>
      <w:textAlignment w:val="auto"/>
    </w:pPr>
    <w:rPr>
      <w:rFonts w:ascii="Arial" w:hAnsi="Arial"/>
      <w:sz w:val="18"/>
    </w:rPr>
  </w:style>
  <w:style w:type="paragraph" w:customStyle="1" w:styleId="DefaultText">
    <w:name w:val="Default Text"/>
    <w:basedOn w:val="Normal"/>
    <w:uiPriority w:val="99"/>
    <w:rsid w:val="009523A1"/>
    <w:pPr>
      <w:widowControl/>
      <w:overflowPunct/>
      <w:autoSpaceDE/>
      <w:autoSpaceDN/>
      <w:adjustRightInd/>
      <w:textAlignment w:val="auto"/>
    </w:pPr>
    <w:rPr>
      <w:sz w:val="24"/>
    </w:rPr>
  </w:style>
  <w:style w:type="paragraph" w:styleId="ListBullet">
    <w:name w:val="List Bullet"/>
    <w:basedOn w:val="Normal"/>
    <w:uiPriority w:val="99"/>
    <w:rsid w:val="0081495F"/>
    <w:pPr>
      <w:widowControl/>
      <w:numPr>
        <w:numId w:val="2"/>
      </w:numPr>
      <w:overflowPunct/>
      <w:autoSpaceDE/>
      <w:autoSpaceDN/>
      <w:adjustRightInd/>
      <w:textAlignment w:val="auto"/>
    </w:pPr>
    <w:rPr>
      <w:rFonts w:ascii="Arial" w:hAnsi="Arial"/>
      <w:szCs w:val="24"/>
      <w:lang w:eastAsia="en-GB"/>
    </w:rPr>
  </w:style>
  <w:style w:type="paragraph" w:customStyle="1" w:styleId="Default">
    <w:name w:val="Default"/>
    <w:uiPriority w:val="99"/>
    <w:rsid w:val="008706F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styleId="HTMLCite">
    <w:name w:val="HTML Cite"/>
    <w:basedOn w:val="DefaultParagraphFont"/>
    <w:uiPriority w:val="99"/>
    <w:semiHidden/>
    <w:unhideWhenUsed/>
    <w:rsid w:val="00952C95"/>
    <w:rPr>
      <w:i/>
      <w:iCs/>
    </w:rPr>
  </w:style>
  <w:style w:type="character" w:styleId="Hyperlink">
    <w:name w:val="Hyperlink"/>
    <w:basedOn w:val="DefaultParagraphFont"/>
    <w:uiPriority w:val="99"/>
    <w:unhideWhenUsed/>
    <w:rsid w:val="002F6CD5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89241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m73013\Application%20Data\Microsoft\Templates\Letter%20Before%20Action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2EC0A7AAD21C4BDFB9B5B55F2121463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C0FEEFA-F8FA-4A2D-BDF3-5EB782994380}"/>
      </w:docPartPr>
      <w:docPartBody>
        <w:p w:rsidR="00000000" w:rsidRDefault="00135A8C" w:rsidP="00135A8C">
          <w:pPr>
            <w:pStyle w:val="2EC0A7AAD21C4BDFB9B5B55F21214633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E69CEC474F041D4964E5CA59EBC64E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D87D79F-6211-46E7-B41F-44F764280E47}"/>
      </w:docPartPr>
      <w:docPartBody>
        <w:p w:rsidR="00000000" w:rsidRDefault="00135A8C" w:rsidP="00135A8C">
          <w:pPr>
            <w:pStyle w:val="6E69CEC474F041D4964E5CA59EBC64E3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2B65C7AC7014E3A9EEBD727A032BC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95AB6-5FBA-489F-8268-9AF3955B1BB3}"/>
      </w:docPartPr>
      <w:docPartBody>
        <w:p w:rsidR="00000000" w:rsidRDefault="00135A8C" w:rsidP="00135A8C">
          <w:pPr>
            <w:pStyle w:val="E2B65C7AC7014E3A9EEBD727A032BC0A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84F248CC8E1419FA51B4898201AB7D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CA4367D-730C-4DA7-93C0-B487FC3E907D}"/>
      </w:docPartPr>
      <w:docPartBody>
        <w:p w:rsidR="00000000" w:rsidRDefault="00135A8C" w:rsidP="00135A8C">
          <w:pPr>
            <w:pStyle w:val="D84F248CC8E1419FA51B4898201AB7DD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91B090D90264DD8AAAFF2A27C53219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5DB85C-1F22-4FA8-B56D-4666A161F615}"/>
      </w:docPartPr>
      <w:docPartBody>
        <w:p w:rsidR="00000000" w:rsidRDefault="00135A8C" w:rsidP="00135A8C">
          <w:pPr>
            <w:pStyle w:val="991B090D90264DD8AAAFF2A27C53219E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CF078A6F29342EAB7E8AA5687D623D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38D0C1-381E-4E1E-8234-0D564EDEDACA}"/>
      </w:docPartPr>
      <w:docPartBody>
        <w:p w:rsidR="00000000" w:rsidRDefault="00135A8C" w:rsidP="00135A8C">
          <w:pPr>
            <w:pStyle w:val="0CF078A6F29342EAB7E8AA5687D623DC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6CF6C0DC5C874A5DA25F167B72442F7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8766942-2C34-4F7B-9E38-4904C2A11C26}"/>
      </w:docPartPr>
      <w:docPartBody>
        <w:p w:rsidR="00000000" w:rsidRDefault="00135A8C" w:rsidP="00135A8C">
          <w:pPr>
            <w:pStyle w:val="6CF6C0DC5C874A5DA25F167B72442F7F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A19CFC6DEA04DCCA3216C735A53733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119B940-66DD-4D2A-A0A7-A30774BC7E6C}"/>
      </w:docPartPr>
      <w:docPartBody>
        <w:p w:rsidR="00000000" w:rsidRDefault="00135A8C" w:rsidP="00135A8C">
          <w:pPr>
            <w:pStyle w:val="8A19CFC6DEA04DCCA3216C735A53733D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29B7D16C84310812FEA3FA1459E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CA2DA6-2B9C-4EE5-9E7B-056F93EAAEBF}"/>
      </w:docPartPr>
      <w:docPartBody>
        <w:p w:rsidR="00000000" w:rsidRDefault="00135A8C" w:rsidP="00135A8C">
          <w:pPr>
            <w:pStyle w:val="EBB29B7D16C84310812FEA3FA1459E2C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199A364CB0840E786E3D21304324C1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D6E0165-2155-412E-ABB7-D6C6CD5ED8D1}"/>
      </w:docPartPr>
      <w:docPartBody>
        <w:p w:rsidR="00000000" w:rsidRDefault="00135A8C" w:rsidP="00135A8C">
          <w:pPr>
            <w:pStyle w:val="8199A364CB0840E786E3D21304324C1D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DE3A95EA6AB94D5D8940B06937FBF2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CCFED3-300E-416B-B30B-0A7E72F4B55F}"/>
      </w:docPartPr>
      <w:docPartBody>
        <w:p w:rsidR="00000000" w:rsidRDefault="00135A8C" w:rsidP="00135A8C">
          <w:pPr>
            <w:pStyle w:val="DE3A95EA6AB94D5D8940B06937FBF2E0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314FA76F34FD4A48BE736D80F003C6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65BD571-B5D1-4E7E-9619-3554FB0B6445}"/>
      </w:docPartPr>
      <w:docPartBody>
        <w:p w:rsidR="00000000" w:rsidRDefault="00135A8C" w:rsidP="00135A8C">
          <w:pPr>
            <w:pStyle w:val="314FA76F34FD4A48BE736D80F003C63B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064DF433AE34EF6B464A12C1A48C24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62EA885-E34D-498A-8F03-F1CAA6E814CB}"/>
      </w:docPartPr>
      <w:docPartBody>
        <w:p w:rsidR="00000000" w:rsidRDefault="00135A8C" w:rsidP="00135A8C">
          <w:pPr>
            <w:pStyle w:val="C064DF433AE34EF6B464A12C1A48C24C"/>
          </w:pPr>
          <w:r w:rsidRPr="008A0FCE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comments="0" w:insDel="0"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5A8C"/>
    <w:rsid w:val="00135A8C"/>
    <w:rsid w:val="009C09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35A8C"/>
    <w:rPr>
      <w:color w:val="808080"/>
    </w:rPr>
  </w:style>
  <w:style w:type="paragraph" w:customStyle="1" w:styleId="2EC0A7AAD21C4BDFB9B5B55F21214633">
    <w:name w:val="2EC0A7AAD21C4BDFB9B5B55F21214633"/>
    <w:rsid w:val="00135A8C"/>
  </w:style>
  <w:style w:type="paragraph" w:customStyle="1" w:styleId="6E69CEC474F041D4964E5CA59EBC64E3">
    <w:name w:val="6E69CEC474F041D4964E5CA59EBC64E3"/>
    <w:rsid w:val="00135A8C"/>
  </w:style>
  <w:style w:type="paragraph" w:customStyle="1" w:styleId="E2B65C7AC7014E3A9EEBD727A032BC0A">
    <w:name w:val="E2B65C7AC7014E3A9EEBD727A032BC0A"/>
    <w:rsid w:val="00135A8C"/>
  </w:style>
  <w:style w:type="paragraph" w:customStyle="1" w:styleId="D84F248CC8E1419FA51B4898201AB7DD">
    <w:name w:val="D84F248CC8E1419FA51B4898201AB7DD"/>
    <w:rsid w:val="00135A8C"/>
  </w:style>
  <w:style w:type="paragraph" w:customStyle="1" w:styleId="991B090D90264DD8AAAFF2A27C53219E">
    <w:name w:val="991B090D90264DD8AAAFF2A27C53219E"/>
    <w:rsid w:val="00135A8C"/>
  </w:style>
  <w:style w:type="paragraph" w:customStyle="1" w:styleId="0CF078A6F29342EAB7E8AA5687D623DC">
    <w:name w:val="0CF078A6F29342EAB7E8AA5687D623DC"/>
    <w:rsid w:val="00135A8C"/>
  </w:style>
  <w:style w:type="paragraph" w:customStyle="1" w:styleId="6CF6C0DC5C874A5DA25F167B72442F7F">
    <w:name w:val="6CF6C0DC5C874A5DA25F167B72442F7F"/>
    <w:rsid w:val="00135A8C"/>
  </w:style>
  <w:style w:type="paragraph" w:customStyle="1" w:styleId="8A19CFC6DEA04DCCA3216C735A53733D">
    <w:name w:val="8A19CFC6DEA04DCCA3216C735A53733D"/>
    <w:rsid w:val="00135A8C"/>
  </w:style>
  <w:style w:type="paragraph" w:customStyle="1" w:styleId="EBB29B7D16C84310812FEA3FA1459E2C">
    <w:name w:val="EBB29B7D16C84310812FEA3FA1459E2C"/>
    <w:rsid w:val="00135A8C"/>
  </w:style>
  <w:style w:type="paragraph" w:customStyle="1" w:styleId="8199A364CB0840E786E3D21304324C1D">
    <w:name w:val="8199A364CB0840E786E3D21304324C1D"/>
    <w:rsid w:val="00135A8C"/>
  </w:style>
  <w:style w:type="paragraph" w:customStyle="1" w:styleId="DE3A95EA6AB94D5D8940B06937FBF2E0">
    <w:name w:val="DE3A95EA6AB94D5D8940B06937FBF2E0"/>
    <w:rsid w:val="00135A8C"/>
  </w:style>
  <w:style w:type="paragraph" w:customStyle="1" w:styleId="314FA76F34FD4A48BE736D80F003C63B">
    <w:name w:val="314FA76F34FD4A48BE736D80F003C63B"/>
    <w:rsid w:val="00135A8C"/>
  </w:style>
  <w:style w:type="paragraph" w:customStyle="1" w:styleId="C064DF433AE34EF6B464A12C1A48C24C">
    <w:name w:val="C064DF433AE34EF6B464A12C1A48C24C"/>
    <w:rsid w:val="00135A8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ndC_Tax_2TaxHTField xmlns="01d95f4f-e9b5-4ccb-b88a-45c9ec249603">
      <Terms xmlns="http://schemas.microsoft.com/office/infopath/2007/PartnerControls"/>
    </CandC_Tax_2TaxHTField>
    <CandC_Tax_3TaxHTField xmlns="01d95f4f-e9b5-4ccb-b88a-45c9ec249603">
      <Terms xmlns="http://schemas.microsoft.com/office/infopath/2007/PartnerControls"/>
    </CandC_Tax_3TaxHTField>
    <CandC_Tax_1TaxHTField xmlns="01d95f4f-e9b5-4ccb-b88a-45c9ec2496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Stakeholder Relations</TermName>
          <TermId xmlns="http://schemas.microsoft.com/office/infopath/2007/PartnerControls">484de8a4-2b8b-48c1-a08b-7289ca4b2707</TermId>
        </TermInfo>
      </Terms>
    </CandC_Tax_1TaxHTField>
    <CandC_IsKey xmlns="01d95f4f-e9b5-4ccb-b88a-45c9ec249603">true</CandC_IsKey>
    <CandC_PublishedDate xmlns="01d95f4f-e9b5-4ccb-b88a-45c9ec249603">2018-11-28T10:41:00+00:00</CandC_PublishedDate>
    <CandC_PublishedExpirationDate xmlns="01d95f4f-e9b5-4ccb-b88a-45c9ec249603" xsi:nil="true"/>
    <CandC_OwnerOrAuthor xmlns="01d95f4f-e9b5-4ccb-b88a-45c9ec249603">
      <UserInfo>
        <DisplayName/>
        <AccountId xsi:nil="true"/>
        <AccountType/>
      </UserInfo>
    </CandC_OwnerOrAuthor>
    <TaxCatchAll xmlns="a70699f2-e6b7-4206-a0cf-519406b976f3">
      <Value>11</Value>
      <Value>24</Value>
      <Value>79</Value>
    </TaxCatchAll>
    <CandC_Order xmlns="01d95f4f-e9b5-4ccb-b88a-45c9ec249603" xsi:nil="true"/>
    <CandC_Tax_4TaxHTField xmlns="01d95f4f-e9b5-4ccb-b88a-45c9ec2496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Core</TermName>
          <TermId xmlns="http://schemas.microsoft.com/office/infopath/2007/PartnerControls">c1e8f17e-e939-417c-9738-8bd0f1386920</TermId>
        </TermInfo>
      </Terms>
    </CandC_Tax_4TaxHTField>
    <m922965f02844340b8b8d8a7be4cbbc1 xmlns="01d95f4f-e9b5-4ccb-b88a-45c9ec249603">
      <Terms xmlns="http://schemas.microsoft.com/office/infopath/2007/PartnerControls">
        <TermInfo xmlns="http://schemas.microsoft.com/office/infopath/2007/PartnerControls">
          <TermName xmlns="http://schemas.microsoft.com/office/infopath/2007/PartnerControls">Quality Management</TermName>
          <TermId xmlns="http://schemas.microsoft.com/office/infopath/2007/PartnerControls">289c26b0-159a-4ff9-88c3-6c7a2e4edfcc</TermId>
        </TermInfo>
      </Terms>
    </m922965f02844340b8b8d8a7be4cbbc1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Site Document" ma:contentTypeID="0x010100724BCAB40B0041D29209133D1364463E00B45838B57A4A6C469323CE5983E15604" ma:contentTypeVersion="15" ma:contentTypeDescription="Document Content Type" ma:contentTypeScope="" ma:versionID="ac49ffae1ad1e8aa8a95c1a92ab775f2">
  <xsd:schema xmlns:xsd="http://www.w3.org/2001/XMLSchema" xmlns:xs="http://www.w3.org/2001/XMLSchema" xmlns:p="http://schemas.microsoft.com/office/2006/metadata/properties" xmlns:ns2="01d95f4f-e9b5-4ccb-b88a-45c9ec249603" xmlns:ns3="a70699f2-e6b7-4206-a0cf-519406b976f3" xmlns:ns4="6ff69c83-cddb-474f-9646-b08b701398e5" targetNamespace="http://schemas.microsoft.com/office/2006/metadata/properties" ma:root="true" ma:fieldsID="677b90a351117f0b2b2828d42960601a" ns2:_="" ns3:_="" ns4:_="">
    <xsd:import namespace="01d95f4f-e9b5-4ccb-b88a-45c9ec249603"/>
    <xsd:import namespace="a70699f2-e6b7-4206-a0cf-519406b976f3"/>
    <xsd:import namespace="6ff69c83-cddb-474f-9646-b08b701398e5"/>
    <xsd:element name="properties">
      <xsd:complexType>
        <xsd:sequence>
          <xsd:element name="documentManagement">
            <xsd:complexType>
              <xsd:all>
                <xsd:element ref="ns2:CandC_OwnerOrAuthor" minOccurs="0"/>
                <xsd:element ref="ns2:CandC_IsKey" minOccurs="0"/>
                <xsd:element ref="ns2:CandC_Order" minOccurs="0"/>
                <xsd:element ref="ns2:CandC_PublishedDate" minOccurs="0"/>
                <xsd:element ref="ns2:CandC_PublishedExpirationDate" minOccurs="0"/>
                <xsd:element ref="ns2:CandC_Tax_3TaxHTField" minOccurs="0"/>
                <xsd:element ref="ns2:CandC_Tax_4TaxHTField" minOccurs="0"/>
                <xsd:element ref="ns3:TaxCatchAll" minOccurs="0"/>
                <xsd:element ref="ns3:TaxCatchAllLabel" minOccurs="0"/>
                <xsd:element ref="ns2:CandC_Tax_1TaxHTField" minOccurs="0"/>
                <xsd:element ref="ns2:CandC_Tax_2TaxHTField" minOccurs="0"/>
                <xsd:element ref="ns2:m922965f02844340b8b8d8a7be4cbbc1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2:SharedWithUsers" minOccurs="0"/>
                <xsd:element ref="ns2:SharedWithDetails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95f4f-e9b5-4ccb-b88a-45c9ec249603" elementFormDefault="qualified">
    <xsd:import namespace="http://schemas.microsoft.com/office/2006/documentManagement/types"/>
    <xsd:import namespace="http://schemas.microsoft.com/office/infopath/2007/PartnerControls"/>
    <xsd:element name="CandC_OwnerOrAuthor" ma:index="2" nillable="true" ma:displayName="Owner" ma:internalName="CandC_OwnerOrAuthor" ma:showField="NameWithPictureAndDetails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andC_IsKey" ma:index="8" nillable="true" ma:displayName="Display on landing page" ma:default="1" ma:internalName="CandC_IsKey">
      <xsd:simpleType>
        <xsd:restriction base="dms:Boolean"/>
      </xsd:simpleType>
    </xsd:element>
    <xsd:element name="CandC_Order" ma:index="9" nillable="true" ma:displayName="Order" ma:decimals="0" ma:internalName="CandC_Order" ma:percentage="FALSE">
      <xsd:simpleType>
        <xsd:restriction base="dms:Number"/>
      </xsd:simpleType>
    </xsd:element>
    <xsd:element name="CandC_PublishedDate" ma:index="10" nillable="true" ma:displayName="Published Date" ma:default="[today]" ma:description="The date from which to push this content to users" ma:format="DateOnly" ma:internalName="CandC_PublishedDate">
      <xsd:simpleType>
        <xsd:restriction base="dms:DateTime"/>
      </xsd:simpleType>
    </xsd:element>
    <xsd:element name="CandC_PublishedExpirationDate" ma:index="11" nillable="true" ma:displayName="Expiration Date" ma:description="The date from which to stop pushing this content to users" ma:format="DateOnly" ma:internalName="CandC_PublishedExpirationDate">
      <xsd:simpleType>
        <xsd:restriction base="dms:DateTime"/>
      </xsd:simpleType>
    </xsd:element>
    <xsd:element name="CandC_Tax_3TaxHTField" ma:index="12" nillable="true" ma:taxonomy="true" ma:internalName="CandC_Tax_3TaxHTField" ma:taxonomyFieldName="CandC_Tax_3" ma:displayName="Strategic priorities" ma:fieldId="{759fb41c-e9f4-4f8d-a428-53bd45fa9de8}" ma:taxonomyMulti="true" ma:sspId="5b6cfc09-e60f-4204-a1c4-aa3fd7a65a80" ma:termSetId="44f4299e-16d6-449a-a411-430ef71adae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4TaxHTField" ma:index="14" nillable="true" ma:taxonomy="true" ma:internalName="CandC_Tax_4TaxHTField" ma:taxonomyFieldName="CandC_Tax_4" ma:displayName="Topic" ma:default="11;#Core|c1e8f17e-e939-417c-9738-8bd0f1386920" ma:fieldId="{7884c4a6-666a-4c96-8d95-b481dcac504b}" ma:taxonomyMulti="true" ma:sspId="5b6cfc09-e60f-4204-a1c4-aa3fd7a65a80" ma:termSetId="4ef912f1-fb9a-4beb-87ae-77d6c574b56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1TaxHTField" ma:index="19" nillable="true" ma:taxonomy="true" ma:internalName="CandC_Tax_1TaxHTField" ma:taxonomyFieldName="CandC_Tax_1" ma:displayName="Business Unit" ma:default="24;#Stakeholder Relations|484de8a4-2b8b-48c1-a08b-7289ca4b2707" ma:fieldId="{f0f184d7-0b9b-444f-94bc-10343587c733}" ma:taxonomyMulti="true" ma:sspId="5b6cfc09-e60f-4204-a1c4-aa3fd7a65a80" ma:termSetId="a2d99857-61e1-48b4-8df8-8d66ee64c61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2TaxHTField" ma:index="21" nillable="true" ma:taxonomy="true" ma:internalName="CandC_Tax_2TaxHTField" ma:taxonomyFieldName="CandC_Tax_2" ma:displayName="Location" ma:fieldId="{6454b680-6f34-4f01-97ca-34334082f070}" ma:taxonomyMulti="true" ma:sspId="5b6cfc09-e60f-4204-a1c4-aa3fd7a65a80" ma:termSetId="7eaf7768-0d89-411d-923f-5b3c181c563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922965f02844340b8b8d8a7be4cbbc1" ma:index="23" nillable="true" ma:taxonomy="true" ma:internalName="m922965f02844340b8b8d8a7be4cbbc1" ma:taxonomyFieldName="CandC_DocumentCat" ma:displayName="Document Category" ma:default="79;#Quality Management|289c26b0-159a-4ff9-88c3-6c7a2e4edfcc" ma:fieldId="{6922965f-0284-4340-b8b8-d8a7be4cbbc1}" ma:taxonomyMulti="true" ma:sspId="5b6cfc09-e60f-4204-a1c4-aa3fd7a65a80" ma:termSetId="7c08c683-1f23-4cca-8d7f-17b906dffae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2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0699f2-e6b7-4206-a0cf-519406b976f3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description="" ma:hidden="true" ma:list="{af06f62a-343a-401e-ab20-76b190c61c59}" ma:internalName="TaxCatchAll" ma:showField="CatchAllData" ma:web="01d95f4f-e9b5-4ccb-b88a-45c9ec249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7" nillable="true" ma:displayName="Taxonomy Catch All Column1" ma:description="" ma:hidden="true" ma:list="{af06f62a-343a-401e-ab20-76b190c61c59}" ma:internalName="TaxCatchAllLabel" ma:readOnly="true" ma:showField="CatchAllDataLabel" ma:web="01d95f4f-e9b5-4ccb-b88a-45c9ec24960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f69c83-cddb-474f-9646-b08b701398e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27" nillable="true" ma:displayName="Tags" ma:internalName="MediaServiceAutoTags" ma:readOnly="true">
      <xsd:simpleType>
        <xsd:restriction base="dms:Text"/>
      </xsd:simpleType>
    </xsd:element>
    <xsd:element name="MediaServiceOCR" ma:index="2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3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8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187E26-9BAE-49F0-84E5-F3F879812B3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72D6B5C-9AFC-4B2C-8EBC-3BDBCC426EFF}">
  <ds:schemaRefs>
    <ds:schemaRef ds:uri="http://schemas.microsoft.com/office/2006/metadata/properties"/>
    <ds:schemaRef ds:uri="http://schemas.microsoft.com/office/infopath/2007/PartnerControls"/>
    <ds:schemaRef ds:uri="01d95f4f-e9b5-4ccb-b88a-45c9ec249603"/>
    <ds:schemaRef ds:uri="a70699f2-e6b7-4206-a0cf-519406b976f3"/>
  </ds:schemaRefs>
</ds:datastoreItem>
</file>

<file path=customXml/itemProps3.xml><?xml version="1.0" encoding="utf-8"?>
<ds:datastoreItem xmlns:ds="http://schemas.openxmlformats.org/officeDocument/2006/customXml" ds:itemID="{F2DA247D-E8C7-4002-B23E-762521F28F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19A9EF7-24B6-4172-9F7A-2E06580D05B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d95f4f-e9b5-4ccb-b88a-45c9ec249603"/>
    <ds:schemaRef ds:uri="a70699f2-e6b7-4206-a0cf-519406b976f3"/>
    <ds:schemaRef ds:uri="6ff69c83-cddb-474f-9646-b08b70139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 Before Action</Template>
  <TotalTime>1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Signform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SM73013</dc:creator>
  <cp:lastModifiedBy>Lewis, Joe</cp:lastModifiedBy>
  <cp:revision>4</cp:revision>
  <cp:lastPrinted>2014-10-02T11:04:00Z</cp:lastPrinted>
  <dcterms:created xsi:type="dcterms:W3CDTF">2022-04-07T07:56:00Z</dcterms:created>
  <dcterms:modified xsi:type="dcterms:W3CDTF">2022-04-07T07:58:00Z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TC011960301033</vt:lpwstr>
  </property>
  <property fmtid="{D5CDD505-2E9C-101B-9397-08002B2CF9AE}" pid="3" name="ContentTypeId">
    <vt:lpwstr>0x010100724BCAB40B0041D29209133D1364463E00B45838B57A4A6C469323CE5983E15604</vt:lpwstr>
  </property>
  <property fmtid="{D5CDD505-2E9C-101B-9397-08002B2CF9AE}" pid="4" name="Order">
    <vt:r8>252600</vt:r8>
  </property>
  <property fmtid="{D5CDD505-2E9C-101B-9397-08002B2CF9AE}" pid="5" name="_SourceUrl">
    <vt:lpwstr/>
  </property>
  <property fmtid="{D5CDD505-2E9C-101B-9397-08002B2CF9AE}" pid="6" name="_SharedFileIndex">
    <vt:lpwstr/>
  </property>
  <property fmtid="{D5CDD505-2E9C-101B-9397-08002B2CF9AE}" pid="7" name="ComplianceAssetId">
    <vt:lpwstr/>
  </property>
  <property fmtid="{D5CDD505-2E9C-101B-9397-08002B2CF9AE}" pid="8" name="CandC_Tax_1">
    <vt:lpwstr>24;#Stakeholder Relations|484de8a4-2b8b-48c1-a08b-7289ca4b2707</vt:lpwstr>
  </property>
  <property fmtid="{D5CDD505-2E9C-101B-9397-08002B2CF9AE}" pid="9" name="CandC_DocumentCat">
    <vt:lpwstr>79;#Quality Management|289c26b0-159a-4ff9-88c3-6c7a2e4edfcc</vt:lpwstr>
  </property>
  <property fmtid="{D5CDD505-2E9C-101B-9397-08002B2CF9AE}" pid="10" name="CandC_Tax_4">
    <vt:lpwstr>11;#Core|c1e8f17e-e939-417c-9738-8bd0f1386920</vt:lpwstr>
  </property>
  <property fmtid="{D5CDD505-2E9C-101B-9397-08002B2CF9AE}" pid="11" name="CandC_Tax_3">
    <vt:lpwstr/>
  </property>
  <property fmtid="{D5CDD505-2E9C-101B-9397-08002B2CF9AE}" pid="12" name="CandC_Tax_2">
    <vt:lpwstr/>
  </property>
  <property fmtid="{D5CDD505-2E9C-101B-9397-08002B2CF9AE}" pid="13" name="MSIP_Label_f8605751-0045-4800-ae3d-c187fb4a694c_Enabled">
    <vt:lpwstr>true</vt:lpwstr>
  </property>
  <property fmtid="{D5CDD505-2E9C-101B-9397-08002B2CF9AE}" pid="14" name="MSIP_Label_f8605751-0045-4800-ae3d-c187fb4a694c_SetDate">
    <vt:lpwstr>2022-04-07T07:56:28Z</vt:lpwstr>
  </property>
  <property fmtid="{D5CDD505-2E9C-101B-9397-08002B2CF9AE}" pid="15" name="MSIP_Label_f8605751-0045-4800-ae3d-c187fb4a694c_Method">
    <vt:lpwstr>Privileged</vt:lpwstr>
  </property>
  <property fmtid="{D5CDD505-2E9C-101B-9397-08002B2CF9AE}" pid="16" name="MSIP_Label_f8605751-0045-4800-ae3d-c187fb4a694c_Name">
    <vt:lpwstr>f8605751-0045-4800-ae3d-c187fb4a694c</vt:lpwstr>
  </property>
  <property fmtid="{D5CDD505-2E9C-101B-9397-08002B2CF9AE}" pid="17" name="MSIP_Label_f8605751-0045-4800-ae3d-c187fb4a694c_SiteId">
    <vt:lpwstr>b9563cbc-9874-41ab-b448-7e0f61aff3eb</vt:lpwstr>
  </property>
  <property fmtid="{D5CDD505-2E9C-101B-9397-08002B2CF9AE}" pid="18" name="MSIP_Label_f8605751-0045-4800-ae3d-c187fb4a694c_ActionId">
    <vt:lpwstr>2684740e-8b2e-4e47-bdbe-00008b09addd</vt:lpwstr>
  </property>
  <property fmtid="{D5CDD505-2E9C-101B-9397-08002B2CF9AE}" pid="19" name="MSIP_Label_f8605751-0045-4800-ae3d-c187fb4a694c_ContentBits">
    <vt:lpwstr>1</vt:lpwstr>
  </property>
</Properties>
</file>